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DB2CA8" w:rsidP="00D5639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Cotral</w:t>
      </w:r>
      <w:proofErr w:type="spellEnd"/>
      <w:r>
        <w:rPr>
          <w:sz w:val="28"/>
          <w:szCs w:val="28"/>
        </w:rPr>
        <w:t xml:space="preserve"> Spa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r w:rsidR="00FC0804">
            <w:t>…………………………………………………………………………………………………….</w:t>
          </w:r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-il D. L</w:t>
      </w:r>
      <w:r w:rsidR="00FF6225">
        <w:t>gs n. 50/2016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>della Società che</w:t>
      </w:r>
      <w:r w:rsidR="009A0783" w:rsidRPr="00DB2CA8">
        <w:t>, ai fini</w:t>
      </w:r>
      <w:r w:rsidR="00950AD8" w:rsidRPr="00950AD8">
        <w:t xml:space="preserve"> </w:t>
      </w:r>
      <w:r w:rsidR="009A0783" w:rsidRPr="00950AD8">
        <w:t>d</w:t>
      </w:r>
      <w:r w:rsidR="009A0783">
        <w:t xml:space="preserve">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bookmarkStart w:id="0" w:name="_GoBack"/>
          <w:r w:rsidRPr="00D56395">
            <w:t>………………….</w:t>
          </w:r>
          <w:bookmarkEnd w:id="0"/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</w:t>
      </w:r>
    </w:p>
    <w:p w:rsidR="00E969EB" w:rsidRDefault="00F11115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r w:rsidR="00E969EB">
            <w:t>_____________________</w:t>
          </w:r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5" w:rsidRDefault="00D56395" w:rsidP="00D56395">
      <w:pPr>
        <w:spacing w:after="0" w:line="240" w:lineRule="auto"/>
      </w:pPr>
      <w:r>
        <w:separator/>
      </w:r>
    </w:p>
  </w:endnote>
  <w:end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5" w:rsidRDefault="00D56395" w:rsidP="00D56395">
      <w:pPr>
        <w:spacing w:after="0" w:line="240" w:lineRule="auto"/>
      </w:pPr>
      <w:r>
        <w:separator/>
      </w:r>
    </w:p>
  </w:footnote>
  <w:foot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ZLTxnmJMpzUqWNUpMeK1w4PXf5QaZtpre1wBvhtABZ5bKNMISdUJ9iB8pKWZ0/JbTbfJ+8bED70ZcB3V5S06nQ==" w:salt="eTwEy9UkN0acZ6wcnsjP2Q==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212774"/>
    <w:rsid w:val="00251DF9"/>
    <w:rsid w:val="003548D2"/>
    <w:rsid w:val="00355DCA"/>
    <w:rsid w:val="003662DF"/>
    <w:rsid w:val="003D520B"/>
    <w:rsid w:val="003E6A5E"/>
    <w:rsid w:val="00404FAE"/>
    <w:rsid w:val="004C5FE4"/>
    <w:rsid w:val="005515FF"/>
    <w:rsid w:val="005E4EB8"/>
    <w:rsid w:val="006459CB"/>
    <w:rsid w:val="006E0034"/>
    <w:rsid w:val="006E0F7D"/>
    <w:rsid w:val="006E23FC"/>
    <w:rsid w:val="009255E7"/>
    <w:rsid w:val="00931E99"/>
    <w:rsid w:val="00934EB3"/>
    <w:rsid w:val="00950AD8"/>
    <w:rsid w:val="009623F5"/>
    <w:rsid w:val="009A0783"/>
    <w:rsid w:val="009C00C6"/>
    <w:rsid w:val="009E2C7A"/>
    <w:rsid w:val="00AF1030"/>
    <w:rsid w:val="00AF4F28"/>
    <w:rsid w:val="00AF5826"/>
    <w:rsid w:val="00B050E5"/>
    <w:rsid w:val="00B21848"/>
    <w:rsid w:val="00B33679"/>
    <w:rsid w:val="00B724B5"/>
    <w:rsid w:val="00B86062"/>
    <w:rsid w:val="00BE5782"/>
    <w:rsid w:val="00C114AA"/>
    <w:rsid w:val="00C75022"/>
    <w:rsid w:val="00CD1028"/>
    <w:rsid w:val="00D56395"/>
    <w:rsid w:val="00DA3CC6"/>
    <w:rsid w:val="00DB2CA8"/>
    <w:rsid w:val="00DC63D0"/>
    <w:rsid w:val="00E60C58"/>
    <w:rsid w:val="00E967E0"/>
    <w:rsid w:val="00E969EB"/>
    <w:rsid w:val="00F11115"/>
    <w:rsid w:val="00F15367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0C144-C46A-48DD-BDA6-0ACAAB058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A2DC74DC</Template>
  <TotalTime>31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Schiaffini, Elisa</cp:lastModifiedBy>
  <cp:revision>23</cp:revision>
  <cp:lastPrinted>2017-04-06T11:04:00Z</cp:lastPrinted>
  <dcterms:created xsi:type="dcterms:W3CDTF">2017-04-06T11:02:00Z</dcterms:created>
  <dcterms:modified xsi:type="dcterms:W3CDTF">2023-05-11T14:24:00Z</dcterms:modified>
</cp:coreProperties>
</file>